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12928B8F" w:rsidR="003F10CA" w:rsidRPr="0097291A" w:rsidRDefault="009076A5" w:rsidP="0097291A">
      <w:pPr>
        <w:pStyle w:val="Nagwek1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/>
          <w:szCs w:val="36"/>
        </w:rPr>
      </w:pPr>
      <w:r w:rsidRPr="0097291A">
        <w:rPr>
          <w:rFonts w:asciiTheme="minorHAnsi" w:hAnsiTheme="minorHAnsi"/>
          <w:szCs w:val="36"/>
        </w:rPr>
        <w:t xml:space="preserve">Załącznik </w:t>
      </w:r>
      <w:r w:rsidR="0097291A" w:rsidRPr="0097291A">
        <w:rPr>
          <w:rFonts w:asciiTheme="minorHAnsi" w:hAnsiTheme="minorHAnsi"/>
          <w:szCs w:val="36"/>
        </w:rPr>
        <w:t>numer 4</w:t>
      </w:r>
      <w:r w:rsidRPr="0097291A">
        <w:rPr>
          <w:rFonts w:asciiTheme="minorHAnsi" w:hAnsiTheme="minorHAnsi"/>
          <w:szCs w:val="36"/>
        </w:rPr>
        <w:t xml:space="preserve"> do Zapytania ofertowego </w:t>
      </w:r>
      <w:proofErr w:type="spellStart"/>
      <w:r w:rsidRPr="0097291A">
        <w:rPr>
          <w:rFonts w:asciiTheme="minorHAnsi" w:hAnsiTheme="minorHAnsi"/>
          <w:szCs w:val="36"/>
        </w:rPr>
        <w:t>WSNoZ</w:t>
      </w:r>
      <w:proofErr w:type="spellEnd"/>
      <w:r w:rsidRPr="0097291A">
        <w:rPr>
          <w:rFonts w:asciiTheme="minorHAnsi" w:hAnsiTheme="minorHAnsi"/>
          <w:szCs w:val="36"/>
        </w:rPr>
        <w:t>/</w:t>
      </w:r>
      <w:r w:rsidR="00BA1A7C">
        <w:rPr>
          <w:rFonts w:asciiTheme="minorHAnsi" w:hAnsiTheme="minorHAnsi"/>
          <w:szCs w:val="36"/>
        </w:rPr>
        <w:t>4</w:t>
      </w:r>
      <w:r w:rsidRPr="0097291A">
        <w:rPr>
          <w:rFonts w:asciiTheme="minorHAnsi" w:hAnsiTheme="minorHAnsi"/>
          <w:szCs w:val="36"/>
        </w:rPr>
        <w:t>/11/2025</w:t>
      </w:r>
      <w:r w:rsidR="009B7886" w:rsidRPr="0097291A">
        <w:rPr>
          <w:rFonts w:asciiTheme="minorHAnsi" w:hAnsiTheme="minorHAnsi"/>
          <w:szCs w:val="36"/>
        </w:rPr>
        <w:t xml:space="preserve"> - </w:t>
      </w:r>
      <w:r w:rsidR="0097291A" w:rsidRPr="0097291A">
        <w:rPr>
          <w:rFonts w:asciiTheme="minorHAnsi" w:hAnsiTheme="minorHAnsi"/>
          <w:szCs w:val="36"/>
        </w:rPr>
        <w:t>Wykaz dostaw wykonanych lub wykonywanych</w:t>
      </w:r>
    </w:p>
    <w:p w14:paraId="18BAC54C" w14:textId="18C01DB9" w:rsidR="0097291A" w:rsidRPr="0097291A" w:rsidRDefault="0097291A" w:rsidP="0097291A">
      <w:p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Formularz służy do wykazania spełniania warunku zdolności technicznej i zawodowej, o którym mowa w rozdziale 3 ustęp 2 Zapytania ofertowego. Wykaz obejmuje dostawy wykonane w okresie ostatnich trzech lat przed upływem terminu składania ofert, a jeżeli okres prowadzenia działalności jest krótszy – w tym okresie. Należy podać wartość, przedmiot, daty wykonania oraz dane odbiorców dostaw i dołączyć dokumenty potwierdzające, że dostawy zostały wykonane lub są wykonywane należycie.</w:t>
      </w:r>
    </w:p>
    <w:p w14:paraId="6BFCDE7C" w14:textId="5C310038" w:rsidR="0098541A" w:rsidRPr="0097291A" w:rsidRDefault="000A6C65" w:rsidP="0097291A">
      <w:pPr>
        <w:pStyle w:val="Nagwek2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/>
        </w:rPr>
      </w:pPr>
      <w:r w:rsidRPr="0097291A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542A383A" w:rsidR="00640E6E" w:rsidRPr="0097291A" w:rsidRDefault="00640E6E" w:rsidP="0097291A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Pełna nazwa wykonawcy:</w:t>
      </w:r>
      <w:r w:rsidR="005E284C" w:rsidRPr="0097291A">
        <w:rPr>
          <w:rFonts w:asciiTheme="minorHAnsi" w:hAnsiTheme="minorHAnsi" w:cstheme="minorHAnsi"/>
        </w:rPr>
        <w:tab/>
      </w:r>
    </w:p>
    <w:p w14:paraId="2D0232E0" w14:textId="6A67946A" w:rsidR="00640E6E" w:rsidRPr="0097291A" w:rsidRDefault="00640E6E" w:rsidP="0097291A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REGON:</w:t>
      </w:r>
      <w:r w:rsidR="005E284C" w:rsidRPr="0097291A">
        <w:rPr>
          <w:rFonts w:asciiTheme="minorHAnsi" w:hAnsiTheme="minorHAnsi" w:cstheme="minorHAnsi"/>
        </w:rPr>
        <w:tab/>
      </w:r>
    </w:p>
    <w:p w14:paraId="486683E8" w14:textId="753E1220" w:rsidR="00640E6E" w:rsidRPr="0097291A" w:rsidRDefault="00640E6E" w:rsidP="0097291A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NIP:</w:t>
      </w:r>
      <w:r w:rsidR="005E284C" w:rsidRPr="0097291A">
        <w:rPr>
          <w:rFonts w:asciiTheme="minorHAnsi" w:hAnsiTheme="minorHAnsi" w:cstheme="minorHAnsi"/>
        </w:rPr>
        <w:tab/>
      </w:r>
    </w:p>
    <w:p w14:paraId="1FDF2E87" w14:textId="617592A9" w:rsidR="00640E6E" w:rsidRPr="0097291A" w:rsidRDefault="00640E6E" w:rsidP="0097291A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telefonu:</w:t>
      </w:r>
      <w:r w:rsidR="005E284C" w:rsidRPr="0097291A">
        <w:rPr>
          <w:rFonts w:asciiTheme="minorHAnsi" w:hAnsiTheme="minorHAnsi" w:cstheme="minorHAnsi"/>
        </w:rPr>
        <w:tab/>
      </w:r>
    </w:p>
    <w:p w14:paraId="5008C350" w14:textId="65AFC874" w:rsidR="00640E6E" w:rsidRPr="0097291A" w:rsidRDefault="00640E6E" w:rsidP="0097291A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faksu (pole opcjonalne):</w:t>
      </w:r>
      <w:r w:rsidR="005E284C" w:rsidRPr="0097291A">
        <w:rPr>
          <w:rFonts w:asciiTheme="minorHAnsi" w:hAnsiTheme="minorHAnsi" w:cstheme="minorHAnsi"/>
        </w:rPr>
        <w:tab/>
      </w:r>
    </w:p>
    <w:p w14:paraId="4B4732FB" w14:textId="5C706CA1" w:rsidR="00817A8C" w:rsidRPr="0097291A" w:rsidRDefault="00640E6E" w:rsidP="0097291A">
      <w:pPr>
        <w:pStyle w:val="Akapitzlist"/>
        <w:numPr>
          <w:ilvl w:val="0"/>
          <w:numId w:val="30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Adres poczty elektronicznej:</w:t>
      </w:r>
      <w:r w:rsidR="005E284C" w:rsidRPr="0097291A">
        <w:rPr>
          <w:rFonts w:asciiTheme="minorHAnsi" w:hAnsiTheme="minorHAnsi" w:cstheme="minorHAnsi"/>
        </w:rPr>
        <w:tab/>
      </w:r>
    </w:p>
    <w:p w14:paraId="4FDD9130" w14:textId="55B3E75A" w:rsidR="00A07978" w:rsidRPr="0097291A" w:rsidRDefault="00640E6E" w:rsidP="0097291A">
      <w:pPr>
        <w:pStyle w:val="Nagwek2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/>
        </w:rPr>
      </w:pPr>
      <w:r w:rsidRPr="0097291A">
        <w:rPr>
          <w:rFonts w:asciiTheme="minorHAnsi" w:hAnsiTheme="minorHAnsi"/>
        </w:rPr>
        <w:t>Część numer 1</w:t>
      </w:r>
      <w:r w:rsidR="0097291A" w:rsidRPr="0097291A">
        <w:rPr>
          <w:rFonts w:asciiTheme="minorHAnsi" w:hAnsiTheme="minorHAnsi"/>
        </w:rPr>
        <w:t>:</w:t>
      </w:r>
    </w:p>
    <w:p w14:paraId="67D35835" w14:textId="77777777" w:rsidR="0097291A" w:rsidRPr="0097291A" w:rsidRDefault="0097291A" w:rsidP="0097291A">
      <w:pPr>
        <w:pStyle w:val="Akapitzlist"/>
        <w:numPr>
          <w:ilvl w:val="0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Przedmiot dostawy numer 1:</w:t>
      </w:r>
    </w:p>
    <w:p w14:paraId="70800AC3" w14:textId="0EA3E4C1" w:rsidR="0097291A" w:rsidRPr="0097291A" w:rsidRDefault="0097291A" w:rsidP="0097291A">
      <w:pPr>
        <w:pStyle w:val="Akapitzlist"/>
        <w:numPr>
          <w:ilvl w:val="1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Nazwa:</w:t>
      </w:r>
      <w:r>
        <w:rPr>
          <w:rFonts w:asciiTheme="minorHAnsi" w:hAnsiTheme="minorHAnsi" w:cstheme="minorHAnsi"/>
        </w:rPr>
        <w:tab/>
      </w:r>
    </w:p>
    <w:p w14:paraId="3E99F603" w14:textId="44705067" w:rsidR="0097291A" w:rsidRPr="0097291A" w:rsidRDefault="0097291A" w:rsidP="0097291A">
      <w:pPr>
        <w:pStyle w:val="Akapitzlist"/>
        <w:numPr>
          <w:ilvl w:val="1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lastRenderedPageBreak/>
        <w:t>Wartość w złotych polskich brutto:</w:t>
      </w:r>
      <w:r>
        <w:rPr>
          <w:rFonts w:asciiTheme="minorHAnsi" w:hAnsiTheme="minorHAnsi" w:cstheme="minorHAnsi"/>
        </w:rPr>
        <w:tab/>
      </w:r>
    </w:p>
    <w:p w14:paraId="2AE356CC" w14:textId="23C952AA" w:rsidR="0097291A" w:rsidRPr="0097291A" w:rsidRDefault="0097291A" w:rsidP="0097291A">
      <w:pPr>
        <w:pStyle w:val="Akapitzlist"/>
        <w:numPr>
          <w:ilvl w:val="1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Data wykonania:</w:t>
      </w:r>
      <w:r>
        <w:rPr>
          <w:rFonts w:asciiTheme="minorHAnsi" w:hAnsiTheme="minorHAnsi" w:cstheme="minorHAnsi"/>
        </w:rPr>
        <w:tab/>
      </w:r>
    </w:p>
    <w:p w14:paraId="1E048A94" w14:textId="77777777" w:rsidR="0097291A" w:rsidRPr="0097291A" w:rsidRDefault="0097291A" w:rsidP="0097291A">
      <w:pPr>
        <w:pStyle w:val="Akapitzlist"/>
        <w:numPr>
          <w:ilvl w:val="1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Dane odbiorcy:</w:t>
      </w:r>
    </w:p>
    <w:p w14:paraId="19FC805E" w14:textId="554D7017" w:rsidR="0097291A" w:rsidRPr="0097291A" w:rsidRDefault="0097291A" w:rsidP="0097291A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Pełna nazwa odbiorcy:</w:t>
      </w:r>
      <w:r>
        <w:rPr>
          <w:rFonts w:asciiTheme="minorHAnsi" w:hAnsiTheme="minorHAnsi" w:cstheme="minorHAnsi"/>
        </w:rPr>
        <w:tab/>
      </w:r>
    </w:p>
    <w:p w14:paraId="26C3D326" w14:textId="16D20B2F" w:rsidR="0097291A" w:rsidRPr="0097291A" w:rsidRDefault="0097291A" w:rsidP="0097291A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REGON:</w:t>
      </w:r>
      <w:r>
        <w:rPr>
          <w:rFonts w:asciiTheme="minorHAnsi" w:hAnsiTheme="minorHAnsi" w:cstheme="minorHAnsi"/>
        </w:rPr>
        <w:tab/>
      </w:r>
    </w:p>
    <w:p w14:paraId="6DDA3D91" w14:textId="1303C1F9" w:rsidR="0097291A" w:rsidRPr="0097291A" w:rsidRDefault="0097291A" w:rsidP="0097291A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NIP:</w:t>
      </w:r>
      <w:r>
        <w:rPr>
          <w:rFonts w:asciiTheme="minorHAnsi" w:hAnsiTheme="minorHAnsi" w:cstheme="minorHAnsi"/>
        </w:rPr>
        <w:tab/>
      </w:r>
    </w:p>
    <w:p w14:paraId="36625607" w14:textId="12353444" w:rsidR="0097291A" w:rsidRPr="0097291A" w:rsidRDefault="0097291A" w:rsidP="0097291A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telefonu:</w:t>
      </w:r>
      <w:r>
        <w:rPr>
          <w:rFonts w:asciiTheme="minorHAnsi" w:hAnsiTheme="minorHAnsi" w:cstheme="minorHAnsi"/>
        </w:rPr>
        <w:tab/>
      </w:r>
    </w:p>
    <w:p w14:paraId="2A2D6FCC" w14:textId="1E22E122" w:rsidR="0097291A" w:rsidRPr="0097291A" w:rsidRDefault="0097291A" w:rsidP="0097291A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faksu (pole opcjonalne):</w:t>
      </w:r>
      <w:r>
        <w:rPr>
          <w:rFonts w:asciiTheme="minorHAnsi" w:hAnsiTheme="minorHAnsi" w:cstheme="minorHAnsi"/>
        </w:rPr>
        <w:tab/>
      </w:r>
    </w:p>
    <w:p w14:paraId="02D01E1A" w14:textId="3B239351" w:rsidR="00AA301B" w:rsidRPr="0097291A" w:rsidRDefault="0097291A" w:rsidP="0097291A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Adres poczty elektronicznej (e-mail):</w:t>
      </w:r>
      <w:r>
        <w:rPr>
          <w:rFonts w:asciiTheme="minorHAnsi" w:hAnsiTheme="minorHAnsi" w:cstheme="minorHAnsi"/>
        </w:rPr>
        <w:tab/>
      </w:r>
    </w:p>
    <w:p w14:paraId="101C0F2E" w14:textId="2120F2A7" w:rsidR="0097291A" w:rsidRPr="0097291A" w:rsidRDefault="0097291A" w:rsidP="0097291A">
      <w:pPr>
        <w:pStyle w:val="Akapitzlist"/>
        <w:numPr>
          <w:ilvl w:val="0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Przedmiot dostawy numer 2:</w:t>
      </w:r>
    </w:p>
    <w:p w14:paraId="62E1CE48" w14:textId="5ED76C95" w:rsidR="0097291A" w:rsidRPr="0097291A" w:rsidRDefault="0097291A" w:rsidP="0097291A">
      <w:pPr>
        <w:pStyle w:val="Akapitzlist"/>
        <w:numPr>
          <w:ilvl w:val="1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Nazwa:</w:t>
      </w:r>
      <w:r>
        <w:rPr>
          <w:rFonts w:asciiTheme="minorHAnsi" w:hAnsiTheme="minorHAnsi" w:cstheme="minorHAnsi"/>
        </w:rPr>
        <w:tab/>
      </w:r>
    </w:p>
    <w:p w14:paraId="1A75CFDF" w14:textId="21C1E82D" w:rsidR="0097291A" w:rsidRPr="0097291A" w:rsidRDefault="0097291A" w:rsidP="0097291A">
      <w:pPr>
        <w:pStyle w:val="Akapitzlist"/>
        <w:numPr>
          <w:ilvl w:val="1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Wartość w złotych polskich brutto:</w:t>
      </w:r>
      <w:r>
        <w:rPr>
          <w:rFonts w:asciiTheme="minorHAnsi" w:hAnsiTheme="minorHAnsi" w:cstheme="minorHAnsi"/>
        </w:rPr>
        <w:tab/>
      </w:r>
    </w:p>
    <w:p w14:paraId="74DE9155" w14:textId="26F4BA93" w:rsidR="0097291A" w:rsidRPr="0097291A" w:rsidRDefault="0097291A" w:rsidP="0097291A">
      <w:pPr>
        <w:pStyle w:val="Akapitzlist"/>
        <w:numPr>
          <w:ilvl w:val="1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Data wykonania:</w:t>
      </w:r>
      <w:r>
        <w:rPr>
          <w:rFonts w:asciiTheme="minorHAnsi" w:hAnsiTheme="minorHAnsi" w:cstheme="minorHAnsi"/>
        </w:rPr>
        <w:tab/>
      </w:r>
    </w:p>
    <w:p w14:paraId="2ACCAFA7" w14:textId="6FB84A52" w:rsidR="0097291A" w:rsidRPr="0097291A" w:rsidRDefault="0097291A" w:rsidP="0097291A">
      <w:pPr>
        <w:pStyle w:val="Akapitzlist"/>
        <w:numPr>
          <w:ilvl w:val="1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Dane odbiorcy:</w:t>
      </w:r>
    </w:p>
    <w:p w14:paraId="56F6B0DC" w14:textId="2B585D73" w:rsidR="0097291A" w:rsidRPr="0097291A" w:rsidRDefault="0097291A" w:rsidP="00CD0985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Pełna nazwa odbiorcy:</w:t>
      </w:r>
      <w:r>
        <w:rPr>
          <w:rFonts w:asciiTheme="minorHAnsi" w:hAnsiTheme="minorHAnsi" w:cstheme="minorHAnsi"/>
        </w:rPr>
        <w:tab/>
      </w:r>
    </w:p>
    <w:p w14:paraId="0F1F2B73" w14:textId="7805D6BF" w:rsidR="0097291A" w:rsidRPr="0097291A" w:rsidRDefault="0097291A" w:rsidP="00CD0985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REGON:</w:t>
      </w:r>
      <w:r>
        <w:rPr>
          <w:rFonts w:asciiTheme="minorHAnsi" w:hAnsiTheme="minorHAnsi" w:cstheme="minorHAnsi"/>
        </w:rPr>
        <w:tab/>
      </w:r>
    </w:p>
    <w:p w14:paraId="2339AE6E" w14:textId="130C52A7" w:rsidR="0097291A" w:rsidRPr="0097291A" w:rsidRDefault="0097291A" w:rsidP="00CD0985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NIP:</w:t>
      </w:r>
      <w:r>
        <w:rPr>
          <w:rFonts w:asciiTheme="minorHAnsi" w:hAnsiTheme="minorHAnsi" w:cstheme="minorHAnsi"/>
        </w:rPr>
        <w:tab/>
      </w:r>
    </w:p>
    <w:p w14:paraId="73D4F0F9" w14:textId="5ACB8E7C" w:rsidR="0097291A" w:rsidRPr="0097291A" w:rsidRDefault="0097291A" w:rsidP="00CD0985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telefonu:</w:t>
      </w:r>
      <w:r>
        <w:rPr>
          <w:rFonts w:asciiTheme="minorHAnsi" w:hAnsiTheme="minorHAnsi" w:cstheme="minorHAnsi"/>
        </w:rPr>
        <w:tab/>
      </w:r>
    </w:p>
    <w:p w14:paraId="47AB562E" w14:textId="4E25FF44" w:rsidR="0097291A" w:rsidRPr="0097291A" w:rsidRDefault="0097291A" w:rsidP="00CD0985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Numer faksu (pole opcjonalne):</w:t>
      </w:r>
      <w:r>
        <w:rPr>
          <w:rFonts w:asciiTheme="minorHAnsi" w:hAnsiTheme="minorHAnsi" w:cstheme="minorHAnsi"/>
        </w:rPr>
        <w:tab/>
      </w:r>
    </w:p>
    <w:p w14:paraId="4F4B55EE" w14:textId="22BEB3D7" w:rsidR="0097291A" w:rsidRPr="0097291A" w:rsidRDefault="0097291A" w:rsidP="00CD0985">
      <w:pPr>
        <w:pStyle w:val="Akapitzlist"/>
        <w:numPr>
          <w:ilvl w:val="2"/>
          <w:numId w:val="51"/>
        </w:num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Adres poczty elektronicznej (e-mail):</w:t>
      </w:r>
      <w:r>
        <w:rPr>
          <w:rFonts w:asciiTheme="minorHAnsi" w:hAnsiTheme="minorHAnsi" w:cstheme="minorHAnsi"/>
        </w:rPr>
        <w:tab/>
      </w:r>
    </w:p>
    <w:p w14:paraId="68B6391D" w14:textId="09D4F369" w:rsidR="0097291A" w:rsidRPr="0097291A" w:rsidRDefault="0097291A" w:rsidP="0097291A">
      <w:pPr>
        <w:pStyle w:val="Nagwek2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/>
        </w:rPr>
      </w:pPr>
      <w:r w:rsidRPr="0097291A">
        <w:rPr>
          <w:rFonts w:asciiTheme="minorHAnsi" w:hAnsiTheme="minorHAnsi"/>
        </w:rPr>
        <w:t>Oświadczenie</w:t>
      </w:r>
    </w:p>
    <w:p w14:paraId="67B278C5" w14:textId="38FAA0FD" w:rsidR="0097291A" w:rsidRPr="0097291A" w:rsidRDefault="0097291A" w:rsidP="0097291A">
      <w:p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Oświadczam / oświadczamy, że wszystkie informacje przedstawione powyżej są zgodne ze stanem faktycznym.</w:t>
      </w:r>
    </w:p>
    <w:p w14:paraId="652C8139" w14:textId="6036698C" w:rsidR="0097291A" w:rsidRPr="0097291A" w:rsidRDefault="0097291A" w:rsidP="0097291A">
      <w:pPr>
        <w:pStyle w:val="Nagwek2"/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/>
        </w:rPr>
      </w:pPr>
      <w:r w:rsidRPr="0097291A">
        <w:rPr>
          <w:rFonts w:asciiTheme="minorHAnsi" w:hAnsiTheme="minorHAnsi"/>
        </w:rPr>
        <w:lastRenderedPageBreak/>
        <w:t>Załączniki</w:t>
      </w:r>
    </w:p>
    <w:p w14:paraId="0D3A8AC2" w14:textId="74845815" w:rsidR="0097291A" w:rsidRPr="0097291A" w:rsidRDefault="0097291A" w:rsidP="0097291A">
      <w:pPr>
        <w:spacing w:line="360" w:lineRule="auto"/>
        <w:rPr>
          <w:rFonts w:asciiTheme="minorHAnsi" w:hAnsiTheme="minorHAnsi" w:cstheme="minorHAnsi"/>
        </w:rPr>
      </w:pPr>
      <w:r w:rsidRPr="0097291A">
        <w:rPr>
          <w:rFonts w:asciiTheme="minorHAnsi" w:hAnsiTheme="minorHAnsi" w:cstheme="minorHAnsi"/>
        </w:rPr>
        <w:t>Do niniejszego wykazu dołączono dokumenty potwierdzające, że wymienione dostawy zostały wykonane lub są wykonywane należycie.</w:t>
      </w:r>
    </w:p>
    <w:p w14:paraId="04EF235E" w14:textId="77777777" w:rsidR="0097291A" w:rsidRPr="0097291A" w:rsidRDefault="0097291A" w:rsidP="0097291A">
      <w:pPr>
        <w:spacing w:line="360" w:lineRule="auto"/>
        <w:rPr>
          <w:rFonts w:asciiTheme="minorHAnsi" w:hAnsiTheme="minorHAnsi" w:cstheme="minorHAnsi"/>
        </w:rPr>
      </w:pPr>
    </w:p>
    <w:p w14:paraId="5C8C3E96" w14:textId="77777777" w:rsidR="0097291A" w:rsidRPr="0097291A" w:rsidRDefault="0097291A" w:rsidP="0097291A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p w14:paraId="534CBE9C" w14:textId="77777777" w:rsidR="0097291A" w:rsidRPr="0097291A" w:rsidRDefault="0097291A" w:rsidP="0097291A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p w14:paraId="0DFF2203" w14:textId="77777777" w:rsidR="0097291A" w:rsidRPr="0097291A" w:rsidRDefault="0097291A" w:rsidP="0097291A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p w14:paraId="0D67D96B" w14:textId="77777777" w:rsidR="0097291A" w:rsidRPr="0097291A" w:rsidRDefault="0097291A" w:rsidP="0097291A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p w14:paraId="4E73DB10" w14:textId="77777777" w:rsidR="0097291A" w:rsidRPr="0097291A" w:rsidRDefault="0097291A" w:rsidP="0097291A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p w14:paraId="67FE95BA" w14:textId="77777777" w:rsidR="0097291A" w:rsidRPr="0097291A" w:rsidRDefault="0097291A" w:rsidP="0097291A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p w14:paraId="7A902798" w14:textId="77777777" w:rsidR="0097291A" w:rsidRPr="0097291A" w:rsidRDefault="0097291A" w:rsidP="0097291A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p w14:paraId="28086FC6" w14:textId="77777777" w:rsidR="0097291A" w:rsidRPr="0097291A" w:rsidRDefault="0097291A" w:rsidP="0097291A">
      <w:pPr>
        <w:tabs>
          <w:tab w:val="right" w:leader="dot" w:pos="9072"/>
          <w:tab w:val="right" w:leader="dot" w:pos="9639"/>
        </w:tabs>
        <w:spacing w:line="360" w:lineRule="auto"/>
        <w:rPr>
          <w:rFonts w:asciiTheme="minorHAnsi" w:hAnsiTheme="minorHAnsi" w:cstheme="minorHAnsi"/>
        </w:rPr>
      </w:pPr>
    </w:p>
    <w:sectPr w:rsidR="0097291A" w:rsidRPr="0097291A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A3347" w14:textId="77777777" w:rsidR="003C6DD4" w:rsidRPr="008757DC" w:rsidRDefault="003C6DD4" w:rsidP="00E601A4">
      <w:r w:rsidRPr="008757DC">
        <w:separator/>
      </w:r>
    </w:p>
  </w:endnote>
  <w:endnote w:type="continuationSeparator" w:id="0">
    <w:p w14:paraId="450C186C" w14:textId="77777777" w:rsidR="003C6DD4" w:rsidRPr="008757DC" w:rsidRDefault="003C6DD4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B75E44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B75E44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B75E44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B75E44">
      <w:rPr>
        <w:rFonts w:asciiTheme="minorHAnsi" w:hAnsiTheme="minorHAnsi" w:cstheme="minorHAnsi"/>
        <w:caps/>
        <w:color w:val="auto"/>
      </w:rPr>
      <w:fldChar w:fldCharType="begin"/>
    </w:r>
    <w:r w:rsidRPr="00B75E44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B75E44">
      <w:rPr>
        <w:rFonts w:asciiTheme="minorHAnsi" w:hAnsiTheme="minorHAnsi" w:cstheme="minorHAnsi"/>
        <w:caps/>
        <w:color w:val="auto"/>
      </w:rPr>
      <w:fldChar w:fldCharType="separate"/>
    </w:r>
    <w:r w:rsidRPr="00B75E44">
      <w:rPr>
        <w:rFonts w:asciiTheme="minorHAnsi" w:hAnsiTheme="minorHAnsi" w:cstheme="minorHAnsi"/>
        <w:caps/>
        <w:color w:val="auto"/>
      </w:rPr>
      <w:t>2</w:t>
    </w:r>
    <w:r w:rsidRPr="00B75E44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B75E44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EAE94" w14:textId="77777777" w:rsidR="003C6DD4" w:rsidRPr="008757DC" w:rsidRDefault="003C6DD4" w:rsidP="00E601A4">
      <w:r w:rsidRPr="008757DC">
        <w:separator/>
      </w:r>
    </w:p>
  </w:footnote>
  <w:footnote w:type="continuationSeparator" w:id="0">
    <w:p w14:paraId="33E86AC8" w14:textId="77777777" w:rsidR="003C6DD4" w:rsidRPr="008757DC" w:rsidRDefault="003C6DD4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3E840A16">
          <wp:extent cx="5761355" cy="792480"/>
          <wp:effectExtent l="0" t="0" r="0" b="0"/>
          <wp:docPr id="1" name="Obraz 2" descr="Obraz zawierający tekst, Czcionka, zrzut ekranu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zcionka, zrzut ekranu, logo"/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7AA1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3BC6979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0202F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5A702A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5AA7E8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0D27A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CDA3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D150B7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3C49D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0ED82FC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16D332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2DF2EE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CE578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53C51E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7862BD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9B61F6B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09065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1125A88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27E063D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5586717"/>
    <w:multiLevelType w:val="multilevel"/>
    <w:tmpl w:val="235AB37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8DF34E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C963DB7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CB019F1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D152B6C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3D481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0D8115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31FF4C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9A1A29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18358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0A07EC1"/>
    <w:multiLevelType w:val="hybridMultilevel"/>
    <w:tmpl w:val="51D4AE1E"/>
    <w:lvl w:ilvl="0" w:tplc="3BDE3F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472F2051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4BA7181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4C371BF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4F0128B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5584789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5FD12EB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57A5264E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58CC4D0A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5D443B8C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5D972643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5E022F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 w15:restartNumberingAfterBreak="0">
    <w:nsid w:val="627434B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30B6CB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3E475F2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87778EE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69F4760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6EE171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4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535448F"/>
    <w:multiLevelType w:val="multilevel"/>
    <w:tmpl w:val="94C4BD1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 w15:restartNumberingAfterBreak="0">
    <w:nsid w:val="763066A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790F75E5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7A9B695D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7DC25E50"/>
    <w:multiLevelType w:val="hybridMultilevel"/>
    <w:tmpl w:val="35BA71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165749">
    <w:abstractNumId w:val="29"/>
  </w:num>
  <w:num w:numId="2" w16cid:durableId="1506214282">
    <w:abstractNumId w:val="25"/>
  </w:num>
  <w:num w:numId="3" w16cid:durableId="1726172554">
    <w:abstractNumId w:val="31"/>
  </w:num>
  <w:num w:numId="4" w16cid:durableId="843284076">
    <w:abstractNumId w:val="34"/>
  </w:num>
  <w:num w:numId="5" w16cid:durableId="1883592032">
    <w:abstractNumId w:val="12"/>
  </w:num>
  <w:num w:numId="6" w16cid:durableId="2089761661">
    <w:abstractNumId w:val="54"/>
  </w:num>
  <w:num w:numId="7" w16cid:durableId="1893998279">
    <w:abstractNumId w:val="36"/>
  </w:num>
  <w:num w:numId="8" w16cid:durableId="538736806">
    <w:abstractNumId w:val="42"/>
  </w:num>
  <w:num w:numId="9" w16cid:durableId="1840150121">
    <w:abstractNumId w:val="40"/>
  </w:num>
  <w:num w:numId="10" w16cid:durableId="1665081961">
    <w:abstractNumId w:val="47"/>
  </w:num>
  <w:num w:numId="11" w16cid:durableId="966350001">
    <w:abstractNumId w:val="8"/>
  </w:num>
  <w:num w:numId="12" w16cid:durableId="107627491">
    <w:abstractNumId w:val="38"/>
  </w:num>
  <w:num w:numId="13" w16cid:durableId="2104298080">
    <w:abstractNumId w:val="53"/>
  </w:num>
  <w:num w:numId="14" w16cid:durableId="1684235317">
    <w:abstractNumId w:val="6"/>
  </w:num>
  <w:num w:numId="15" w16cid:durableId="1874423502">
    <w:abstractNumId w:val="17"/>
  </w:num>
  <w:num w:numId="16" w16cid:durableId="808208653">
    <w:abstractNumId w:val="11"/>
  </w:num>
  <w:num w:numId="17" w16cid:durableId="2102753901">
    <w:abstractNumId w:val="7"/>
  </w:num>
  <w:num w:numId="18" w16cid:durableId="1500080834">
    <w:abstractNumId w:val="55"/>
  </w:num>
  <w:num w:numId="19" w16cid:durableId="1417702858">
    <w:abstractNumId w:val="20"/>
  </w:num>
  <w:num w:numId="20" w16cid:durableId="1849176361">
    <w:abstractNumId w:val="33"/>
  </w:num>
  <w:num w:numId="21" w16cid:durableId="774323456">
    <w:abstractNumId w:val="43"/>
  </w:num>
  <w:num w:numId="22" w16cid:durableId="1569337268">
    <w:abstractNumId w:val="41"/>
  </w:num>
  <w:num w:numId="23" w16cid:durableId="416948733">
    <w:abstractNumId w:val="10"/>
  </w:num>
  <w:num w:numId="24" w16cid:durableId="1569070322">
    <w:abstractNumId w:val="18"/>
  </w:num>
  <w:num w:numId="25" w16cid:durableId="698236399">
    <w:abstractNumId w:val="21"/>
  </w:num>
  <w:num w:numId="26" w16cid:durableId="2034653052">
    <w:abstractNumId w:val="56"/>
  </w:num>
  <w:num w:numId="27" w16cid:durableId="427698740">
    <w:abstractNumId w:val="37"/>
  </w:num>
  <w:num w:numId="28" w16cid:durableId="1132862428">
    <w:abstractNumId w:val="58"/>
  </w:num>
  <w:num w:numId="29" w16cid:durableId="826479098">
    <w:abstractNumId w:val="39"/>
  </w:num>
  <w:num w:numId="30" w16cid:durableId="137383795">
    <w:abstractNumId w:val="27"/>
  </w:num>
  <w:num w:numId="31" w16cid:durableId="2019379485">
    <w:abstractNumId w:val="3"/>
  </w:num>
  <w:num w:numId="32" w16cid:durableId="774637418">
    <w:abstractNumId w:val="48"/>
  </w:num>
  <w:num w:numId="33" w16cid:durableId="1286353199">
    <w:abstractNumId w:val="4"/>
  </w:num>
  <w:num w:numId="34" w16cid:durableId="500200926">
    <w:abstractNumId w:val="51"/>
  </w:num>
  <w:num w:numId="35" w16cid:durableId="453404806">
    <w:abstractNumId w:val="45"/>
  </w:num>
  <w:num w:numId="36" w16cid:durableId="2024698665">
    <w:abstractNumId w:val="9"/>
  </w:num>
  <w:num w:numId="37" w16cid:durableId="1407728953">
    <w:abstractNumId w:val="22"/>
  </w:num>
  <w:num w:numId="38" w16cid:durableId="409356577">
    <w:abstractNumId w:val="46"/>
  </w:num>
  <w:num w:numId="39" w16cid:durableId="1434009867">
    <w:abstractNumId w:val="13"/>
  </w:num>
  <w:num w:numId="40" w16cid:durableId="1711494418">
    <w:abstractNumId w:val="49"/>
  </w:num>
  <w:num w:numId="41" w16cid:durableId="268588416">
    <w:abstractNumId w:val="24"/>
  </w:num>
  <w:num w:numId="42" w16cid:durableId="1004359285">
    <w:abstractNumId w:val="44"/>
  </w:num>
  <w:num w:numId="43" w16cid:durableId="527761900">
    <w:abstractNumId w:val="1"/>
  </w:num>
  <w:num w:numId="44" w16cid:durableId="855119139">
    <w:abstractNumId w:val="52"/>
  </w:num>
  <w:num w:numId="45" w16cid:durableId="1677607125">
    <w:abstractNumId w:val="26"/>
  </w:num>
  <w:num w:numId="46" w16cid:durableId="1212841146">
    <w:abstractNumId w:val="14"/>
  </w:num>
  <w:num w:numId="47" w16cid:durableId="1432359183">
    <w:abstractNumId w:val="23"/>
  </w:num>
  <w:num w:numId="48" w16cid:durableId="1459763978">
    <w:abstractNumId w:val="19"/>
  </w:num>
  <w:num w:numId="49" w16cid:durableId="1987737176">
    <w:abstractNumId w:val="28"/>
  </w:num>
  <w:num w:numId="50" w16cid:durableId="1759209729">
    <w:abstractNumId w:val="59"/>
  </w:num>
  <w:num w:numId="51" w16cid:durableId="2126386304">
    <w:abstractNumId w:val="30"/>
  </w:num>
  <w:num w:numId="52" w16cid:durableId="144128029">
    <w:abstractNumId w:val="2"/>
  </w:num>
  <w:num w:numId="53" w16cid:durableId="412168017">
    <w:abstractNumId w:val="50"/>
  </w:num>
  <w:num w:numId="54" w16cid:durableId="1781218171">
    <w:abstractNumId w:val="15"/>
  </w:num>
  <w:num w:numId="55" w16cid:durableId="1384211761">
    <w:abstractNumId w:val="0"/>
  </w:num>
  <w:num w:numId="56" w16cid:durableId="819267505">
    <w:abstractNumId w:val="32"/>
  </w:num>
  <w:num w:numId="57" w16cid:durableId="2112429233">
    <w:abstractNumId w:val="35"/>
  </w:num>
  <w:num w:numId="58" w16cid:durableId="1965379215">
    <w:abstractNumId w:val="16"/>
  </w:num>
  <w:num w:numId="59" w16cid:durableId="1091658430">
    <w:abstractNumId w:val="5"/>
  </w:num>
  <w:num w:numId="60" w16cid:durableId="514466892">
    <w:abstractNumId w:val="5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133D6"/>
    <w:rsid w:val="00021906"/>
    <w:rsid w:val="000237AE"/>
    <w:rsid w:val="00024B7D"/>
    <w:rsid w:val="00031E3D"/>
    <w:rsid w:val="00032E37"/>
    <w:rsid w:val="00034EF1"/>
    <w:rsid w:val="000362E2"/>
    <w:rsid w:val="0004046C"/>
    <w:rsid w:val="00041284"/>
    <w:rsid w:val="000463FF"/>
    <w:rsid w:val="000545B5"/>
    <w:rsid w:val="000562C9"/>
    <w:rsid w:val="00062269"/>
    <w:rsid w:val="0006426B"/>
    <w:rsid w:val="00066891"/>
    <w:rsid w:val="0007066B"/>
    <w:rsid w:val="000768A8"/>
    <w:rsid w:val="00080947"/>
    <w:rsid w:val="000944EB"/>
    <w:rsid w:val="00094F10"/>
    <w:rsid w:val="000A2EAA"/>
    <w:rsid w:val="000A39AF"/>
    <w:rsid w:val="000A6C65"/>
    <w:rsid w:val="000B03DE"/>
    <w:rsid w:val="000B75D4"/>
    <w:rsid w:val="000C20F5"/>
    <w:rsid w:val="000C4A2F"/>
    <w:rsid w:val="000C707A"/>
    <w:rsid w:val="000C7108"/>
    <w:rsid w:val="000C78D0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7B4C"/>
    <w:rsid w:val="001234CE"/>
    <w:rsid w:val="00127355"/>
    <w:rsid w:val="00134D04"/>
    <w:rsid w:val="00135078"/>
    <w:rsid w:val="00136F5A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E7383"/>
    <w:rsid w:val="001F19C7"/>
    <w:rsid w:val="001F2747"/>
    <w:rsid w:val="001F736C"/>
    <w:rsid w:val="00224124"/>
    <w:rsid w:val="002262AE"/>
    <w:rsid w:val="00236CE3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97237"/>
    <w:rsid w:val="002A2311"/>
    <w:rsid w:val="002A4517"/>
    <w:rsid w:val="002B0969"/>
    <w:rsid w:val="002B4253"/>
    <w:rsid w:val="002C0276"/>
    <w:rsid w:val="002C0B8B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3333B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6DD4"/>
    <w:rsid w:val="003C77A8"/>
    <w:rsid w:val="003C7CFC"/>
    <w:rsid w:val="003D057B"/>
    <w:rsid w:val="003D05C1"/>
    <w:rsid w:val="003D20AF"/>
    <w:rsid w:val="003D36C6"/>
    <w:rsid w:val="003D3C3D"/>
    <w:rsid w:val="003E4A46"/>
    <w:rsid w:val="003E67C9"/>
    <w:rsid w:val="003F10CA"/>
    <w:rsid w:val="003F1E24"/>
    <w:rsid w:val="003F2FF7"/>
    <w:rsid w:val="0040257D"/>
    <w:rsid w:val="00402580"/>
    <w:rsid w:val="00402877"/>
    <w:rsid w:val="004030F7"/>
    <w:rsid w:val="0041495D"/>
    <w:rsid w:val="00416F44"/>
    <w:rsid w:val="00417ADF"/>
    <w:rsid w:val="004207F8"/>
    <w:rsid w:val="00422098"/>
    <w:rsid w:val="004230C9"/>
    <w:rsid w:val="00424715"/>
    <w:rsid w:val="004379CA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2432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81B0F"/>
    <w:rsid w:val="0058253A"/>
    <w:rsid w:val="005915B8"/>
    <w:rsid w:val="00594161"/>
    <w:rsid w:val="00594C2E"/>
    <w:rsid w:val="005A5397"/>
    <w:rsid w:val="005A5E9D"/>
    <w:rsid w:val="005A70F3"/>
    <w:rsid w:val="005A7F50"/>
    <w:rsid w:val="005B2A77"/>
    <w:rsid w:val="005D6D9D"/>
    <w:rsid w:val="005E2720"/>
    <w:rsid w:val="005E284C"/>
    <w:rsid w:val="005E46CE"/>
    <w:rsid w:val="005E70D5"/>
    <w:rsid w:val="005F12D5"/>
    <w:rsid w:val="00600D3D"/>
    <w:rsid w:val="0060633E"/>
    <w:rsid w:val="00607054"/>
    <w:rsid w:val="006075CE"/>
    <w:rsid w:val="00614B0F"/>
    <w:rsid w:val="0061602D"/>
    <w:rsid w:val="00617483"/>
    <w:rsid w:val="00626FBE"/>
    <w:rsid w:val="00630673"/>
    <w:rsid w:val="00630723"/>
    <w:rsid w:val="00640E6E"/>
    <w:rsid w:val="006413C2"/>
    <w:rsid w:val="00645744"/>
    <w:rsid w:val="00650988"/>
    <w:rsid w:val="00652534"/>
    <w:rsid w:val="0065657C"/>
    <w:rsid w:val="00672F4A"/>
    <w:rsid w:val="00680213"/>
    <w:rsid w:val="00682CE2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D4837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62B34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F0999"/>
    <w:rsid w:val="007F3738"/>
    <w:rsid w:val="007F628D"/>
    <w:rsid w:val="007F7D13"/>
    <w:rsid w:val="007F7F11"/>
    <w:rsid w:val="00807DBA"/>
    <w:rsid w:val="00810D00"/>
    <w:rsid w:val="00812014"/>
    <w:rsid w:val="00817A8C"/>
    <w:rsid w:val="00821A8B"/>
    <w:rsid w:val="008226FF"/>
    <w:rsid w:val="008432D8"/>
    <w:rsid w:val="00844FA0"/>
    <w:rsid w:val="008517ED"/>
    <w:rsid w:val="008518FA"/>
    <w:rsid w:val="008550D4"/>
    <w:rsid w:val="00856BD3"/>
    <w:rsid w:val="00860580"/>
    <w:rsid w:val="00862763"/>
    <w:rsid w:val="00870F28"/>
    <w:rsid w:val="00872381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A2B01"/>
    <w:rsid w:val="008B2B25"/>
    <w:rsid w:val="008B5E99"/>
    <w:rsid w:val="008B66D8"/>
    <w:rsid w:val="008C1287"/>
    <w:rsid w:val="008C237D"/>
    <w:rsid w:val="008C31F9"/>
    <w:rsid w:val="008C6EA5"/>
    <w:rsid w:val="008D72F9"/>
    <w:rsid w:val="008F1961"/>
    <w:rsid w:val="00902A96"/>
    <w:rsid w:val="00903749"/>
    <w:rsid w:val="009076A5"/>
    <w:rsid w:val="00913406"/>
    <w:rsid w:val="00914EFA"/>
    <w:rsid w:val="00917CE9"/>
    <w:rsid w:val="00920880"/>
    <w:rsid w:val="00936D5E"/>
    <w:rsid w:val="009423D6"/>
    <w:rsid w:val="00944B85"/>
    <w:rsid w:val="009519D5"/>
    <w:rsid w:val="00951C22"/>
    <w:rsid w:val="009524D5"/>
    <w:rsid w:val="009551C9"/>
    <w:rsid w:val="00955EEE"/>
    <w:rsid w:val="0095683E"/>
    <w:rsid w:val="009602F5"/>
    <w:rsid w:val="0097291A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B7886"/>
    <w:rsid w:val="009C07CE"/>
    <w:rsid w:val="009C5C92"/>
    <w:rsid w:val="009E6426"/>
    <w:rsid w:val="009E65BD"/>
    <w:rsid w:val="009E7FC6"/>
    <w:rsid w:val="00A03840"/>
    <w:rsid w:val="00A06DDA"/>
    <w:rsid w:val="00A07978"/>
    <w:rsid w:val="00A07D76"/>
    <w:rsid w:val="00A1640B"/>
    <w:rsid w:val="00A169A0"/>
    <w:rsid w:val="00A2180B"/>
    <w:rsid w:val="00A236E4"/>
    <w:rsid w:val="00A271D2"/>
    <w:rsid w:val="00A32F9F"/>
    <w:rsid w:val="00A4057C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301B"/>
    <w:rsid w:val="00AA6F71"/>
    <w:rsid w:val="00AB0AE1"/>
    <w:rsid w:val="00AB199A"/>
    <w:rsid w:val="00AB327A"/>
    <w:rsid w:val="00AB6C17"/>
    <w:rsid w:val="00AB725B"/>
    <w:rsid w:val="00AC1934"/>
    <w:rsid w:val="00AC1CDD"/>
    <w:rsid w:val="00AC4D4A"/>
    <w:rsid w:val="00AD3657"/>
    <w:rsid w:val="00AD6AE6"/>
    <w:rsid w:val="00AE0B12"/>
    <w:rsid w:val="00AE191A"/>
    <w:rsid w:val="00AF06D8"/>
    <w:rsid w:val="00AF704A"/>
    <w:rsid w:val="00B01E24"/>
    <w:rsid w:val="00B210A3"/>
    <w:rsid w:val="00B272C6"/>
    <w:rsid w:val="00B274ED"/>
    <w:rsid w:val="00B441A0"/>
    <w:rsid w:val="00B44784"/>
    <w:rsid w:val="00B449F7"/>
    <w:rsid w:val="00B50524"/>
    <w:rsid w:val="00B519FF"/>
    <w:rsid w:val="00B523B6"/>
    <w:rsid w:val="00B5619A"/>
    <w:rsid w:val="00B66C65"/>
    <w:rsid w:val="00B67F84"/>
    <w:rsid w:val="00B73FBF"/>
    <w:rsid w:val="00B7404C"/>
    <w:rsid w:val="00B75E44"/>
    <w:rsid w:val="00B767D6"/>
    <w:rsid w:val="00B80717"/>
    <w:rsid w:val="00B808C0"/>
    <w:rsid w:val="00B82EB3"/>
    <w:rsid w:val="00B876D0"/>
    <w:rsid w:val="00B92DD7"/>
    <w:rsid w:val="00BA1A7C"/>
    <w:rsid w:val="00BB28CC"/>
    <w:rsid w:val="00BC5855"/>
    <w:rsid w:val="00BC68ED"/>
    <w:rsid w:val="00BC7BAE"/>
    <w:rsid w:val="00BE0203"/>
    <w:rsid w:val="00BE58C1"/>
    <w:rsid w:val="00BF3A1A"/>
    <w:rsid w:val="00BF3FB9"/>
    <w:rsid w:val="00C07EB6"/>
    <w:rsid w:val="00C23FB1"/>
    <w:rsid w:val="00C279CD"/>
    <w:rsid w:val="00C305A4"/>
    <w:rsid w:val="00C32972"/>
    <w:rsid w:val="00C3332A"/>
    <w:rsid w:val="00C42F48"/>
    <w:rsid w:val="00C529FC"/>
    <w:rsid w:val="00C53D1A"/>
    <w:rsid w:val="00C54CF6"/>
    <w:rsid w:val="00C75AB2"/>
    <w:rsid w:val="00C913C2"/>
    <w:rsid w:val="00C92E46"/>
    <w:rsid w:val="00C96B38"/>
    <w:rsid w:val="00CA0C48"/>
    <w:rsid w:val="00CA75B8"/>
    <w:rsid w:val="00CA782E"/>
    <w:rsid w:val="00CB1CD7"/>
    <w:rsid w:val="00CB491A"/>
    <w:rsid w:val="00CC0152"/>
    <w:rsid w:val="00CC1703"/>
    <w:rsid w:val="00CC1A8A"/>
    <w:rsid w:val="00CD0985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51252"/>
    <w:rsid w:val="00D51401"/>
    <w:rsid w:val="00D51A20"/>
    <w:rsid w:val="00D52521"/>
    <w:rsid w:val="00D61F6D"/>
    <w:rsid w:val="00D65EE2"/>
    <w:rsid w:val="00D7252D"/>
    <w:rsid w:val="00D7457C"/>
    <w:rsid w:val="00D753BD"/>
    <w:rsid w:val="00D76073"/>
    <w:rsid w:val="00D76FE0"/>
    <w:rsid w:val="00D8265F"/>
    <w:rsid w:val="00D84529"/>
    <w:rsid w:val="00D8596A"/>
    <w:rsid w:val="00DB4AA1"/>
    <w:rsid w:val="00DC1607"/>
    <w:rsid w:val="00DC30A1"/>
    <w:rsid w:val="00DC3521"/>
    <w:rsid w:val="00DC77C5"/>
    <w:rsid w:val="00DD288A"/>
    <w:rsid w:val="00DD3995"/>
    <w:rsid w:val="00DE3F80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357F"/>
    <w:rsid w:val="00E34065"/>
    <w:rsid w:val="00E42D2D"/>
    <w:rsid w:val="00E46470"/>
    <w:rsid w:val="00E46CB6"/>
    <w:rsid w:val="00E50B1F"/>
    <w:rsid w:val="00E51D23"/>
    <w:rsid w:val="00E556ED"/>
    <w:rsid w:val="00E55C2E"/>
    <w:rsid w:val="00E601A4"/>
    <w:rsid w:val="00E63F59"/>
    <w:rsid w:val="00E6569F"/>
    <w:rsid w:val="00E675B3"/>
    <w:rsid w:val="00E8573E"/>
    <w:rsid w:val="00E8623B"/>
    <w:rsid w:val="00E867B0"/>
    <w:rsid w:val="00E90B16"/>
    <w:rsid w:val="00E92F66"/>
    <w:rsid w:val="00E947AB"/>
    <w:rsid w:val="00E970D1"/>
    <w:rsid w:val="00EA2FEC"/>
    <w:rsid w:val="00EA33A2"/>
    <w:rsid w:val="00EB0B84"/>
    <w:rsid w:val="00EB4433"/>
    <w:rsid w:val="00EB7245"/>
    <w:rsid w:val="00EC43CD"/>
    <w:rsid w:val="00ED05BE"/>
    <w:rsid w:val="00ED0E3C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45C6F"/>
    <w:rsid w:val="00F5140F"/>
    <w:rsid w:val="00F5274B"/>
    <w:rsid w:val="00F5439E"/>
    <w:rsid w:val="00F55EE7"/>
    <w:rsid w:val="00F61412"/>
    <w:rsid w:val="00F6263E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25D"/>
    <w:rsid w:val="00FA541D"/>
    <w:rsid w:val="00FA6493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customXml/itemProps3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Accessible_MSWord_Template</Template>
  <TotalTime>7</TotalTime>
  <Pages>3</Pages>
  <Words>212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Mateusz Zyśk</cp:lastModifiedBy>
  <cp:revision>3</cp:revision>
  <cp:lastPrinted>2025-11-06T16:50:00Z</cp:lastPrinted>
  <dcterms:created xsi:type="dcterms:W3CDTF">2025-11-12T08:45:00Z</dcterms:created>
  <dcterms:modified xsi:type="dcterms:W3CDTF">2025-11-13T13:24:00Z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